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F91" w:rsidRDefault="00AB2F91" w:rsidP="008442BC">
      <w:pPr>
        <w:spacing w:line="276" w:lineRule="auto"/>
        <w:rPr>
          <w:rFonts w:ascii="Calibri" w:hAnsi="Calibri" w:cs="Calibri"/>
          <w:b/>
          <w:bCs/>
          <w:noProof/>
        </w:rPr>
      </w:pPr>
      <w:r w:rsidRPr="00942D71">
        <w:rPr>
          <w:rFonts w:ascii="Calibri" w:hAnsi="Calibri" w:cs="Calibri"/>
          <w:b/>
          <w:bCs/>
          <w:noProof/>
        </w:rPr>
        <w:t>Příloha</w:t>
      </w:r>
      <w:r>
        <w:rPr>
          <w:rFonts w:ascii="Calibri" w:hAnsi="Calibri" w:cs="Calibri"/>
          <w:b/>
          <w:bCs/>
          <w:noProof/>
        </w:rPr>
        <w:t xml:space="preserve"> </w:t>
      </w:r>
      <w:r w:rsidRPr="00942D71">
        <w:rPr>
          <w:rFonts w:ascii="Calibri" w:hAnsi="Calibri" w:cs="Calibri"/>
          <w:b/>
          <w:bCs/>
          <w:noProof/>
        </w:rPr>
        <w:t>č.8</w:t>
      </w:r>
      <w:r>
        <w:rPr>
          <w:rFonts w:ascii="Calibri" w:hAnsi="Calibri" w:cs="Calibri"/>
          <w:b/>
          <w:bCs/>
          <w:noProof/>
        </w:rPr>
        <w:t xml:space="preserve"> </w:t>
      </w:r>
      <w:r w:rsidRPr="00942D71">
        <w:rPr>
          <w:rFonts w:ascii="Calibri" w:hAnsi="Calibri" w:cs="Calibri"/>
          <w:b/>
          <w:bCs/>
          <w:noProof/>
        </w:rPr>
        <w:t>Zadávací dokumentace</w:t>
      </w:r>
    </w:p>
    <w:p w:rsidR="00AB2F91" w:rsidRPr="00C30BAF" w:rsidRDefault="00AB2F91" w:rsidP="008442BC">
      <w:pPr>
        <w:spacing w:line="276" w:lineRule="auto"/>
        <w:rPr>
          <w:rFonts w:ascii="Calibri" w:hAnsi="Calibri" w:cs="Calibri"/>
          <w:bCs/>
          <w:sz w:val="16"/>
          <w:szCs w:val="16"/>
        </w:rPr>
      </w:pPr>
    </w:p>
    <w:p w:rsidR="00AB2F91" w:rsidRPr="005D3856" w:rsidRDefault="00AB2F91" w:rsidP="00210DAC">
      <w:pPr>
        <w:spacing w:line="276" w:lineRule="auto"/>
        <w:jc w:val="center"/>
        <w:rPr>
          <w:rFonts w:ascii="Calibri" w:hAnsi="Calibri" w:cs="Calibri"/>
          <w:b/>
          <w:caps/>
          <w:sz w:val="26"/>
          <w:szCs w:val="26"/>
        </w:rPr>
      </w:pPr>
      <w:r w:rsidRPr="00942D71">
        <w:rPr>
          <w:rFonts w:ascii="Calibri" w:hAnsi="Calibri" w:cs="Calibri"/>
          <w:b/>
          <w:noProof/>
          <w:sz w:val="26"/>
          <w:szCs w:val="26"/>
        </w:rPr>
        <w:t>Seznam významných služeb</w:t>
      </w:r>
      <w:r>
        <w:rPr>
          <w:rFonts w:ascii="Calibri" w:hAnsi="Calibri" w:cs="Calibri"/>
          <w:b/>
          <w:sz w:val="26"/>
          <w:szCs w:val="26"/>
        </w:rPr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5"/>
        <w:gridCol w:w="4606"/>
      </w:tblGrid>
      <w:tr w:rsidR="00AB2F91" w:rsidRPr="005D3856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vAlign w:val="bottom"/>
          </w:tcPr>
          <w:p w:rsidR="00AB2F91" w:rsidRPr="00F67039" w:rsidRDefault="00AB2F91" w:rsidP="00203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942D71">
              <w:rPr>
                <w:rFonts w:ascii="Calibri" w:hAnsi="Calibri" w:cs="Calibri"/>
                <w:b/>
                <w:noProof/>
                <w:sz w:val="22"/>
                <w:szCs w:val="22"/>
              </w:rPr>
              <w:t>Chlum Svaté Maří - restaurování hlavního oltáře v kostele Nanebevzetí Panny Marie</w:t>
            </w:r>
          </w:p>
        </w:tc>
      </w:tr>
      <w:tr w:rsidR="00AB2F91" w:rsidRPr="005D3856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AB2F91" w:rsidRPr="005D3856" w:rsidRDefault="00AB2F91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vAlign w:val="bottom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AB2F91" w:rsidRPr="005D3856" w:rsidRDefault="00AB2F91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vAlign w:val="bottom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9E679C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AB2F91" w:rsidRPr="005D3856" w:rsidRDefault="00AB2F91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vAlign w:val="bottom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AB2F91" w:rsidRPr="005D3856" w:rsidRDefault="00AB2F91" w:rsidP="00210DAC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AB2F91" w:rsidRPr="005D3856" w:rsidRDefault="00AB2F91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D3856">
        <w:rPr>
          <w:rFonts w:ascii="Calibri" w:hAnsi="Calibri" w:cs="Calibri"/>
          <w:sz w:val="22"/>
          <w:szCs w:val="22"/>
        </w:rPr>
        <w:t>Níže předkládáme seznam zakázek (</w:t>
      </w:r>
      <w:r>
        <w:rPr>
          <w:rFonts w:ascii="Calibri" w:hAnsi="Calibri" w:cs="Calibri"/>
          <w:sz w:val="22"/>
          <w:szCs w:val="22"/>
        </w:rPr>
        <w:t>významných služeb</w:t>
      </w:r>
      <w:r w:rsidRPr="005D3856">
        <w:rPr>
          <w:rFonts w:ascii="Calibri" w:hAnsi="Calibri" w:cs="Calibri"/>
          <w:sz w:val="22"/>
          <w:szCs w:val="22"/>
        </w:rPr>
        <w:t xml:space="preserve">), které jsme v posledních 5 letech realizovali:  </w:t>
      </w:r>
    </w:p>
    <w:p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030"/>
        <w:gridCol w:w="5040"/>
      </w:tblGrid>
      <w:tr w:rsidR="00AB2F91" w:rsidRPr="005D3856" w:rsidTr="009E679C">
        <w:trPr>
          <w:cantSplit/>
        </w:trPr>
        <w:tc>
          <w:tcPr>
            <w:tcW w:w="9070" w:type="dxa"/>
            <w:gridSpan w:val="2"/>
            <w:shd w:val="clear" w:color="auto" w:fill="D9D9D9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  <w:caps/>
              </w:rPr>
            </w:pPr>
            <w:r w:rsidRPr="005D3856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referenční zakázka Č. 1</w:t>
            </w:r>
          </w:p>
        </w:tc>
      </w:tr>
      <w:tr w:rsidR="00AB2F91" w:rsidRPr="005D3856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Předmět zakázky a stručný popis </w:t>
            </w:r>
            <w:r>
              <w:rPr>
                <w:rFonts w:ascii="Calibri" w:hAnsi="Calibri" w:cs="Calibri"/>
                <w:sz w:val="22"/>
                <w:szCs w:val="22"/>
              </w:rPr>
              <w:t>významných služeb</w:t>
            </w:r>
            <w:r w:rsidRPr="005D3856">
              <w:rPr>
                <w:rFonts w:ascii="Calibri" w:hAnsi="Calibri" w:cs="Calibri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Objednatel </w:t>
            </w:r>
          </w:p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Termín realizace </w:t>
            </w:r>
          </w:p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Finanční objem zakázky</w:t>
            </w:r>
          </w:p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030"/>
        <w:gridCol w:w="5040"/>
      </w:tblGrid>
      <w:tr w:rsidR="00AB2F91" w:rsidRPr="005D3856" w:rsidTr="00A34DAB">
        <w:trPr>
          <w:cantSplit/>
        </w:trPr>
        <w:tc>
          <w:tcPr>
            <w:tcW w:w="9070" w:type="dxa"/>
            <w:gridSpan w:val="2"/>
            <w:shd w:val="clear" w:color="auto" w:fill="D9D9D9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  <w:caps/>
              </w:rPr>
            </w:pPr>
            <w:r w:rsidRPr="005D3856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referenční zakázka Č. 2</w:t>
            </w:r>
          </w:p>
        </w:tc>
      </w:tr>
      <w:tr w:rsidR="00AB2F91" w:rsidRPr="005D3856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Předmět zakázky a stručný popis </w:t>
            </w:r>
            <w:r>
              <w:rPr>
                <w:rFonts w:ascii="Calibri" w:hAnsi="Calibri" w:cs="Calibri"/>
                <w:sz w:val="22"/>
                <w:szCs w:val="22"/>
              </w:rPr>
              <w:t>významných služeb</w:t>
            </w:r>
            <w:r w:rsidRPr="005D3856">
              <w:rPr>
                <w:rFonts w:ascii="Calibri" w:hAnsi="Calibri" w:cs="Calibri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Objednatel </w:t>
            </w:r>
          </w:p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Termín realizace </w:t>
            </w:r>
          </w:p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AB2F91" w:rsidRPr="005D3856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Finanční objem zakázky</w:t>
            </w:r>
          </w:p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</w:tcPr>
          <w:p w:rsidR="00AB2F91" w:rsidRPr="005D3856" w:rsidRDefault="00AB2F91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AB2F91" w:rsidRPr="005D3856" w:rsidRDefault="00AB2F91" w:rsidP="00210DA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5D3856">
        <w:rPr>
          <w:rFonts w:ascii="Calibri" w:hAnsi="Calibri" w:cs="Calibri"/>
          <w:b/>
          <w:bCs/>
          <w:sz w:val="22"/>
          <w:szCs w:val="22"/>
        </w:rPr>
        <w:t xml:space="preserve">Příloha: Osvědčení objednatele o řádném poskytnutí a dokončení </w:t>
      </w:r>
      <w:r w:rsidRPr="00BC3D20">
        <w:rPr>
          <w:rFonts w:ascii="Calibri" w:hAnsi="Calibri" w:cs="Calibri"/>
          <w:b/>
          <w:sz w:val="22"/>
          <w:szCs w:val="22"/>
        </w:rPr>
        <w:t>významných služeb</w:t>
      </w:r>
    </w:p>
    <w:p w:rsidR="00AB2F91" w:rsidRPr="005D3856" w:rsidRDefault="00AB2F91" w:rsidP="00210DAC">
      <w:pPr>
        <w:spacing w:line="276" w:lineRule="auto"/>
        <w:rPr>
          <w:rFonts w:ascii="Calibri" w:hAnsi="Calibri" w:cs="Calibri"/>
          <w:sz w:val="22"/>
          <w:szCs w:val="22"/>
        </w:rPr>
      </w:pPr>
      <w:r w:rsidRPr="005D3856">
        <w:rPr>
          <w:rFonts w:ascii="Calibri" w:hAnsi="Calibri" w:cs="Calibri"/>
          <w:sz w:val="22"/>
          <w:szCs w:val="22"/>
        </w:rPr>
        <w:t>_________________________________________</w:t>
      </w:r>
    </w:p>
    <w:p w:rsidR="00AB2F91" w:rsidRDefault="00AB2F91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  <w:sectPr w:rsidR="00AB2F91" w:rsidSect="006A5E0D"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5D3856">
        <w:rPr>
          <w:rFonts w:ascii="Calibri" w:hAnsi="Calibri" w:cs="Calibri"/>
          <w:sz w:val="22"/>
          <w:szCs w:val="22"/>
        </w:rPr>
        <w:t>*Může být využito pro podání nabídky v rámci prokázání kvalifikace. Vybraný dodavatel předloží k prokázání technické kvalifikace dle bodu 3.1.5 zadávací dokumentace.</w:t>
      </w:r>
    </w:p>
    <w:p w:rsidR="00AB2F91" w:rsidRPr="005D3856" w:rsidRDefault="00AB2F91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AB2F91" w:rsidRPr="005D3856" w:rsidSect="006A5E0D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91" w:rsidRDefault="00AB2F91" w:rsidP="00B47B22">
      <w:r>
        <w:separator/>
      </w:r>
    </w:p>
  </w:endnote>
  <w:endnote w:type="continuationSeparator" w:id="0">
    <w:p w:rsidR="00AB2F91" w:rsidRDefault="00AB2F91" w:rsidP="00B47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F91" w:rsidRPr="00A936E8" w:rsidRDefault="00AB2F91">
    <w:pPr>
      <w:pStyle w:val="Footer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AB2F91" w:rsidRDefault="00AB2F91" w:rsidP="00CE71FF">
    <w:pPr>
      <w:pStyle w:val="Footer"/>
      <w:tabs>
        <w:tab w:val="clear" w:pos="4536"/>
      </w:tabs>
      <w:rPr>
        <w:rFonts w:ascii="Cambria" w:hAnsi="Cambr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F91" w:rsidRPr="00A936E8" w:rsidRDefault="00AB2F91">
    <w:pPr>
      <w:pStyle w:val="Footer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AB2F91" w:rsidRDefault="00AB2F91" w:rsidP="00CE71FF">
    <w:pPr>
      <w:pStyle w:val="Footer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91" w:rsidRDefault="00AB2F91" w:rsidP="00B47B22">
      <w:r>
        <w:separator/>
      </w:r>
    </w:p>
  </w:footnote>
  <w:footnote w:type="continuationSeparator" w:id="0">
    <w:p w:rsidR="00AB2F91" w:rsidRDefault="00AB2F91" w:rsidP="00B47B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F49"/>
    <w:rsid w:val="0000080D"/>
    <w:rsid w:val="0000116D"/>
    <w:rsid w:val="0000353C"/>
    <w:rsid w:val="00030DF9"/>
    <w:rsid w:val="00061B78"/>
    <w:rsid w:val="00067504"/>
    <w:rsid w:val="0009342D"/>
    <w:rsid w:val="000B200D"/>
    <w:rsid w:val="000C6D8D"/>
    <w:rsid w:val="001018C1"/>
    <w:rsid w:val="0010314C"/>
    <w:rsid w:val="00121702"/>
    <w:rsid w:val="00124F51"/>
    <w:rsid w:val="001521CC"/>
    <w:rsid w:val="001800E2"/>
    <w:rsid w:val="0020381D"/>
    <w:rsid w:val="00210DAC"/>
    <w:rsid w:val="002324B0"/>
    <w:rsid w:val="00287859"/>
    <w:rsid w:val="002914D7"/>
    <w:rsid w:val="003222EA"/>
    <w:rsid w:val="00327BC1"/>
    <w:rsid w:val="00331569"/>
    <w:rsid w:val="00337859"/>
    <w:rsid w:val="0034003E"/>
    <w:rsid w:val="00340A25"/>
    <w:rsid w:val="003A2C6D"/>
    <w:rsid w:val="004015D1"/>
    <w:rsid w:val="00401EF7"/>
    <w:rsid w:val="004067A7"/>
    <w:rsid w:val="00422F49"/>
    <w:rsid w:val="00430A8A"/>
    <w:rsid w:val="004C4E80"/>
    <w:rsid w:val="004D1D2C"/>
    <w:rsid w:val="0052224C"/>
    <w:rsid w:val="00525044"/>
    <w:rsid w:val="0054581D"/>
    <w:rsid w:val="00555816"/>
    <w:rsid w:val="00574849"/>
    <w:rsid w:val="00582576"/>
    <w:rsid w:val="005878A6"/>
    <w:rsid w:val="00594C0C"/>
    <w:rsid w:val="005D3856"/>
    <w:rsid w:val="00665D20"/>
    <w:rsid w:val="006725E3"/>
    <w:rsid w:val="006A5E0D"/>
    <w:rsid w:val="006B1BAE"/>
    <w:rsid w:val="006C367B"/>
    <w:rsid w:val="006C51F2"/>
    <w:rsid w:val="006D442F"/>
    <w:rsid w:val="007272EA"/>
    <w:rsid w:val="00747786"/>
    <w:rsid w:val="007706D2"/>
    <w:rsid w:val="00770972"/>
    <w:rsid w:val="007B0EB4"/>
    <w:rsid w:val="007C4D3B"/>
    <w:rsid w:val="00830583"/>
    <w:rsid w:val="008442BC"/>
    <w:rsid w:val="008A0E32"/>
    <w:rsid w:val="008A392F"/>
    <w:rsid w:val="009031DC"/>
    <w:rsid w:val="009129AC"/>
    <w:rsid w:val="0092264A"/>
    <w:rsid w:val="00942D71"/>
    <w:rsid w:val="009C1355"/>
    <w:rsid w:val="009C4D7E"/>
    <w:rsid w:val="009E679C"/>
    <w:rsid w:val="00A34DAB"/>
    <w:rsid w:val="00A54370"/>
    <w:rsid w:val="00A936E8"/>
    <w:rsid w:val="00AA0362"/>
    <w:rsid w:val="00AA301C"/>
    <w:rsid w:val="00AB2F91"/>
    <w:rsid w:val="00AD1A07"/>
    <w:rsid w:val="00AE1FE0"/>
    <w:rsid w:val="00B20130"/>
    <w:rsid w:val="00B205B7"/>
    <w:rsid w:val="00B47B22"/>
    <w:rsid w:val="00B5383D"/>
    <w:rsid w:val="00B7223F"/>
    <w:rsid w:val="00B75506"/>
    <w:rsid w:val="00B83337"/>
    <w:rsid w:val="00BB4DB2"/>
    <w:rsid w:val="00BC3D20"/>
    <w:rsid w:val="00BC7263"/>
    <w:rsid w:val="00BE3788"/>
    <w:rsid w:val="00BE5B5C"/>
    <w:rsid w:val="00C0406A"/>
    <w:rsid w:val="00C05BD3"/>
    <w:rsid w:val="00C30BAF"/>
    <w:rsid w:val="00C36669"/>
    <w:rsid w:val="00C67532"/>
    <w:rsid w:val="00CE71FF"/>
    <w:rsid w:val="00D5364A"/>
    <w:rsid w:val="00D623FD"/>
    <w:rsid w:val="00DA78CA"/>
    <w:rsid w:val="00DD6F6A"/>
    <w:rsid w:val="00E4357A"/>
    <w:rsid w:val="00E7072A"/>
    <w:rsid w:val="00E75818"/>
    <w:rsid w:val="00EB6DB5"/>
    <w:rsid w:val="00F21923"/>
    <w:rsid w:val="00F35844"/>
    <w:rsid w:val="00F67039"/>
    <w:rsid w:val="00F7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B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B47B22"/>
    <w:pPr>
      <w:jc w:val="both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47B22"/>
    <w:rPr>
      <w:rFonts w:ascii="Verdana" w:hAnsi="Verdan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7B2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47B22"/>
    <w:pPr>
      <w:ind w:left="708"/>
    </w:pPr>
  </w:style>
  <w:style w:type="character" w:styleId="FootnoteReference">
    <w:name w:val="footnote reference"/>
    <w:basedOn w:val="DefaultParagraphFont"/>
    <w:uiPriority w:val="99"/>
    <w:rsid w:val="00B47B22"/>
    <w:rPr>
      <w:rFonts w:ascii="Arial" w:hAnsi="Arial" w:cs="Times New Roman"/>
      <w:sz w:val="16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47B22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47B22"/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9129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9AC"/>
    <w:rPr>
      <w:rFonts w:ascii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10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0DA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188</Words>
  <Characters>1116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Petra Pešinová</dc:creator>
  <cp:keywords/>
  <dc:description/>
  <cp:lastModifiedBy>HP</cp:lastModifiedBy>
  <cp:revision>2</cp:revision>
  <cp:lastPrinted>2018-01-12T14:12:00Z</cp:lastPrinted>
  <dcterms:created xsi:type="dcterms:W3CDTF">2021-10-07T06:17:00Z</dcterms:created>
  <dcterms:modified xsi:type="dcterms:W3CDTF">2021-10-08T06:34:00Z</dcterms:modified>
</cp:coreProperties>
</file>